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2DD9EA5C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4866A7">
        <w:rPr>
          <w:b/>
          <w:bCs/>
          <w:sz w:val="20"/>
        </w:rPr>
        <w:t>5</w:t>
      </w:r>
      <w:r w:rsidR="008549DB">
        <w:rPr>
          <w:b/>
          <w:bCs/>
          <w:sz w:val="20"/>
        </w:rPr>
        <w:t>/</w:t>
      </w:r>
      <w:r w:rsidR="00960939">
        <w:rPr>
          <w:b/>
          <w:bCs/>
          <w:sz w:val="20"/>
        </w:rPr>
        <w:t>134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04B45B45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r w:rsidR="00B339A2">
              <w:rPr>
                <w:rFonts w:eastAsia="Calibri"/>
                <w:sz w:val="20"/>
              </w:rPr>
              <w:t>1</w:t>
            </w:r>
            <w:r w:rsidR="004866A7">
              <w:rPr>
                <w:rFonts w:eastAsia="Calibri"/>
                <w:sz w:val="20"/>
              </w:rPr>
              <w:t>6</w:t>
            </w:r>
            <w:r w:rsidR="00B339A2">
              <w:rPr>
                <w:rFonts w:eastAsia="Calibri"/>
                <w:sz w:val="20"/>
              </w:rPr>
              <w:t>.0</w:t>
            </w:r>
            <w:r w:rsidR="004866A7">
              <w:rPr>
                <w:rFonts w:eastAsia="Calibri"/>
                <w:sz w:val="20"/>
              </w:rPr>
              <w:t>1</w:t>
            </w:r>
            <w:r w:rsidR="00B339A2">
              <w:rPr>
                <w:rFonts w:eastAsia="Calibri"/>
                <w:sz w:val="20"/>
              </w:rPr>
              <w:t>.202</w:t>
            </w:r>
            <w:r w:rsidR="004866A7">
              <w:rPr>
                <w:rFonts w:eastAsia="Calibri"/>
                <w:sz w:val="20"/>
              </w:rPr>
              <w:t>5</w:t>
            </w:r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4866A7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D0729F" w:rsidRPr="001611B4" w14:paraId="6E3EC6BB" w14:textId="77777777" w:rsidTr="004854CB">
        <w:tc>
          <w:tcPr>
            <w:tcW w:w="3289" w:type="dxa"/>
          </w:tcPr>
          <w:p w14:paraId="409C1449" w14:textId="77777777" w:rsidR="00D0729F" w:rsidRPr="007029ED" w:rsidRDefault="00D0729F" w:rsidP="00D0729F">
            <w:pPr>
              <w:rPr>
                <w:b/>
                <w:sz w:val="20"/>
              </w:rPr>
            </w:pPr>
            <w:r w:rsidRPr="007029ED">
              <w:rPr>
                <w:b/>
                <w:sz w:val="20"/>
              </w:rPr>
              <w:t xml:space="preserve">AS </w:t>
            </w:r>
            <w:r>
              <w:rPr>
                <w:b/>
                <w:sz w:val="20"/>
              </w:rPr>
              <w:t>Viiratsi Saeveski</w:t>
            </w:r>
          </w:p>
          <w:p w14:paraId="4FC74FA5" w14:textId="36733F24" w:rsidR="00D0729F" w:rsidRPr="00F020C1" w:rsidRDefault="00D0729F" w:rsidP="00D0729F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5B7817B0" w14:textId="77777777" w:rsidR="00D0729F" w:rsidRDefault="00D0729F" w:rsidP="00D0729F">
            <w:pPr>
              <w:rPr>
                <w:sz w:val="20"/>
              </w:rPr>
            </w:pPr>
            <w:r w:rsidRPr="007312E6">
              <w:rPr>
                <w:sz w:val="20"/>
              </w:rPr>
              <w:t>Registrikood</w:t>
            </w:r>
            <w:r>
              <w:rPr>
                <w:sz w:val="20"/>
              </w:rPr>
              <w:t xml:space="preserve"> </w:t>
            </w:r>
            <w:r w:rsidRPr="00B3141D">
              <w:rPr>
                <w:sz w:val="20"/>
              </w:rPr>
              <w:t>10868739</w:t>
            </w:r>
          </w:p>
          <w:p w14:paraId="2C4748F4" w14:textId="2931A6B0" w:rsidR="00D0729F" w:rsidRPr="00F020C1" w:rsidRDefault="00D0729F" w:rsidP="00D0729F">
            <w:pPr>
              <w:rPr>
                <w:bCs/>
                <w:sz w:val="20"/>
              </w:rPr>
            </w:pPr>
            <w:r>
              <w:rPr>
                <w:sz w:val="20"/>
              </w:rPr>
              <w:t>Vana-Võidu k, Viiratsi v, 70101 Viljandimaa</w:t>
            </w:r>
          </w:p>
        </w:tc>
        <w:tc>
          <w:tcPr>
            <w:tcW w:w="2771" w:type="dxa"/>
          </w:tcPr>
          <w:p w14:paraId="1FCF23FE" w14:textId="77777777" w:rsidR="00D0729F" w:rsidRDefault="00D0729F" w:rsidP="00D0729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Tel   </w:t>
            </w:r>
            <w:r w:rsidRPr="00F45950">
              <w:rPr>
                <w:sz w:val="20"/>
              </w:rPr>
              <w:t>513 8978</w:t>
            </w:r>
          </w:p>
          <w:p w14:paraId="45C69494" w14:textId="70D4690E" w:rsidR="00D0729F" w:rsidRPr="00F020C1" w:rsidRDefault="00D0729F" w:rsidP="00D0729F">
            <w:pPr>
              <w:rPr>
                <w:bCs/>
                <w:sz w:val="20"/>
              </w:rPr>
            </w:pPr>
          </w:p>
        </w:tc>
      </w:tr>
      <w:tr w:rsidR="00D0729F" w:rsidRPr="001611B4" w14:paraId="58FA04AD" w14:textId="77777777" w:rsidTr="004854CB">
        <w:tc>
          <w:tcPr>
            <w:tcW w:w="3289" w:type="dxa"/>
          </w:tcPr>
          <w:p w14:paraId="795AF362" w14:textId="77777777" w:rsidR="00D0729F" w:rsidRPr="001611B4" w:rsidRDefault="00D0729F" w:rsidP="00D0729F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1B8DA1DF" w14:textId="77777777" w:rsidR="00D0729F" w:rsidRDefault="00D0729F" w:rsidP="00D0729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Aivo Kalmet</w:t>
            </w:r>
          </w:p>
          <w:p w14:paraId="4ADBD065" w14:textId="2387AE39" w:rsidR="00D0729F" w:rsidRPr="00235183" w:rsidRDefault="00D0729F" w:rsidP="00D0729F">
            <w:pPr>
              <w:rPr>
                <w:sz w:val="20"/>
              </w:rPr>
            </w:pPr>
            <w:r>
              <w:rPr>
                <w:bCs/>
                <w:sz w:val="20"/>
              </w:rPr>
              <w:t>Varumisosakonna juhataja</w:t>
            </w:r>
          </w:p>
        </w:tc>
        <w:tc>
          <w:tcPr>
            <w:tcW w:w="2771" w:type="dxa"/>
          </w:tcPr>
          <w:p w14:paraId="6DD68004" w14:textId="7D1F53AE" w:rsidR="00D0729F" w:rsidRPr="00F020C1" w:rsidRDefault="00D0729F" w:rsidP="00D0729F">
            <w:pPr>
              <w:rPr>
                <w:sz w:val="20"/>
              </w:rPr>
            </w:pPr>
            <w:hyperlink r:id="rId12" w:history="1">
              <w:r>
                <w:rPr>
                  <w:rStyle w:val="Hperlink"/>
                  <w:bCs/>
                  <w:sz w:val="20"/>
                </w:rPr>
                <w:t>aivo.kalmet@nordwood.ee</w:t>
              </w:r>
            </w:hyperlink>
            <w:r>
              <w:rPr>
                <w:bCs/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F020C1"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1C58466F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</w:t>
      </w:r>
      <w:r w:rsidR="00960939">
        <w:rPr>
          <w:sz w:val="20"/>
        </w:rPr>
        <w:t>7 lg 4</w:t>
      </w:r>
      <w:r w:rsidRPr="001611B4">
        <w:rPr>
          <w:sz w:val="20"/>
        </w:rPr>
        <w:t xml:space="preserve"> kohaselt 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79C9617E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</w:t>
      </w:r>
      <w:r w:rsidR="005253F3" w:rsidRPr="001611B4">
        <w:rPr>
          <w:sz w:val="20"/>
        </w:rPr>
        <w:lastRenderedPageBreak/>
        <w:t xml:space="preserve">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197495E7" w14:textId="77777777" w:rsidR="00BB47CF" w:rsidRPr="00C43786" w:rsidRDefault="00BB47CF" w:rsidP="00BB47CF">
      <w:pPr>
        <w:pStyle w:val="Pealkiri21"/>
        <w:rPr>
          <w:bCs/>
          <w:sz w:val="20"/>
        </w:rPr>
      </w:pPr>
      <w:r w:rsidRPr="00C43786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C43786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23ED14C8" w:rsidR="005253F3" w:rsidRPr="00F020C1" w:rsidRDefault="00A6574D" w:rsidP="00235183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9B4F43">
              <w:rPr>
                <w:sz w:val="20"/>
              </w:rPr>
              <w:t>4</w:t>
            </w:r>
            <w:r w:rsidR="009B4F43" w:rsidRPr="00330C91">
              <w:rPr>
                <w:sz w:val="20"/>
              </w:rPr>
              <w:t xml:space="preserve">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4D7ADD2F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3" w:history="1">
        <w:r w:rsidR="009B4F43" w:rsidRPr="009B4F43">
          <w:rPr>
            <w:rStyle w:val="Hperlink"/>
            <w:sz w:val="20"/>
          </w:rPr>
          <w:t>Eneli.johanson@nordwood.ee</w:t>
        </w:r>
      </w:hyperlink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3B45FF94" w14:textId="4BBEB59C" w:rsidR="00FB68DD" w:rsidRPr="004D483E" w:rsidRDefault="00FB68DD" w:rsidP="00FB68DD">
      <w:pPr>
        <w:pStyle w:val="Pealkiri21"/>
        <w:rPr>
          <w:b/>
          <w:sz w:val="20"/>
        </w:rPr>
      </w:pPr>
      <w:bookmarkStart w:id="4" w:name="_Hlk192507644"/>
      <w:r w:rsidRPr="004D483E">
        <w:rPr>
          <w:sz w:val="20"/>
        </w:rPr>
        <w:t xml:space="preserve">Leping </w:t>
      </w:r>
      <w:r>
        <w:rPr>
          <w:sz w:val="20"/>
        </w:rPr>
        <w:t xml:space="preserve">kehtib kuni </w:t>
      </w:r>
      <w:r w:rsidRPr="004D483E">
        <w:rPr>
          <w:sz w:val="20"/>
        </w:rPr>
        <w:t xml:space="preserve"> </w:t>
      </w:r>
      <w:r>
        <w:rPr>
          <w:sz w:val="20"/>
        </w:rPr>
        <w:t>31.12.2025</w:t>
      </w:r>
    </w:p>
    <w:bookmarkEnd w:id="4"/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lastRenderedPageBreak/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27596C4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040B7E">
        <w:rPr>
          <w:sz w:val="20"/>
        </w:rPr>
        <w:t>Aivo Kalmet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4980351C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F31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49638036">
    <w:abstractNumId w:val="0"/>
  </w:num>
  <w:num w:numId="2" w16cid:durableId="1969974753">
    <w:abstractNumId w:val="10"/>
  </w:num>
  <w:num w:numId="3" w16cid:durableId="1883781466">
    <w:abstractNumId w:val="9"/>
  </w:num>
  <w:num w:numId="4" w16cid:durableId="2011831169">
    <w:abstractNumId w:val="15"/>
  </w:num>
  <w:num w:numId="5" w16cid:durableId="162429192">
    <w:abstractNumId w:val="16"/>
  </w:num>
  <w:num w:numId="6" w16cid:durableId="488328238">
    <w:abstractNumId w:val="19"/>
  </w:num>
  <w:num w:numId="7" w16cid:durableId="1645354282">
    <w:abstractNumId w:val="21"/>
  </w:num>
  <w:num w:numId="8" w16cid:durableId="1024746658">
    <w:abstractNumId w:val="5"/>
  </w:num>
  <w:num w:numId="9" w16cid:durableId="1515026328">
    <w:abstractNumId w:val="7"/>
  </w:num>
  <w:num w:numId="10" w16cid:durableId="182326425">
    <w:abstractNumId w:val="1"/>
  </w:num>
  <w:num w:numId="11" w16cid:durableId="1640258824">
    <w:abstractNumId w:val="2"/>
  </w:num>
  <w:num w:numId="12" w16cid:durableId="35083289">
    <w:abstractNumId w:val="12"/>
  </w:num>
  <w:num w:numId="13" w16cid:durableId="1474525822">
    <w:abstractNumId w:val="18"/>
  </w:num>
  <w:num w:numId="14" w16cid:durableId="2068724335">
    <w:abstractNumId w:val="8"/>
  </w:num>
  <w:num w:numId="15" w16cid:durableId="376590005">
    <w:abstractNumId w:val="4"/>
  </w:num>
  <w:num w:numId="16" w16cid:durableId="185021515">
    <w:abstractNumId w:val="18"/>
  </w:num>
  <w:num w:numId="17" w16cid:durableId="151410887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262292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786139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652420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966282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596996">
    <w:abstractNumId w:val="22"/>
  </w:num>
  <w:num w:numId="23" w16cid:durableId="1053625861">
    <w:abstractNumId w:val="3"/>
  </w:num>
  <w:num w:numId="24" w16cid:durableId="1021778905">
    <w:abstractNumId w:val="20"/>
  </w:num>
  <w:num w:numId="25" w16cid:durableId="411853688">
    <w:abstractNumId w:val="6"/>
  </w:num>
  <w:num w:numId="26" w16cid:durableId="780107104">
    <w:abstractNumId w:val="11"/>
  </w:num>
  <w:num w:numId="27" w16cid:durableId="9967661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3056515">
    <w:abstractNumId w:val="13"/>
  </w:num>
  <w:num w:numId="29" w16cid:durableId="1076589514">
    <w:abstractNumId w:val="17"/>
  </w:num>
  <w:num w:numId="30" w16cid:durableId="13176093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1112068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1EC6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008C6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66A7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96D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49DB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E7487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939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37DA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574D"/>
    <w:rsid w:val="00A67C68"/>
    <w:rsid w:val="00A72A8F"/>
    <w:rsid w:val="00A74DFE"/>
    <w:rsid w:val="00A921D3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39A2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B47CF"/>
    <w:rsid w:val="00BC181B"/>
    <w:rsid w:val="00BC5E41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3F36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CF23E2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5D00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28DE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35BD"/>
    <w:rsid w:val="00E7644A"/>
    <w:rsid w:val="00E806FF"/>
    <w:rsid w:val="00E8544B"/>
    <w:rsid w:val="00E858AF"/>
    <w:rsid w:val="00E91BEB"/>
    <w:rsid w:val="00E92EAE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D5EB4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68DD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uiPriority w:val="99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Eneli.johanson@nordwoo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ivo.kalmet@nordwood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2CF5F-A78E-419A-B38D-D1E5C9B7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</TotalTime>
  <Pages>3</Pages>
  <Words>923</Words>
  <Characters>7109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8016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2025-05-02T08:52:00Z</dcterms:created>
  <dcterms:modified xsi:type="dcterms:W3CDTF">2025-05-02T08:52:00Z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